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98D5828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623F8B">
        <w:rPr>
          <w:lang w:val="en-GB"/>
        </w:rPr>
        <w:t xml:space="preserve"> 22-W002-25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>Kiribati Public Procurement Web</w:t>
      </w:r>
      <w:r w:rsidR="00AD7F57" w:rsidRPr="00384815">
        <w:rPr>
          <w:rFonts w:ascii="Calibri" w:hAnsi="Calibri" w:cs="Calibri"/>
        </w:rPr>
        <w:t>Portal</w:t>
      </w:r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F1E5A0B" w:rsidR="00B0293A" w:rsidRPr="00384815" w:rsidRDefault="00623F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01/09/2025</w:t>
            </w:r>
          </w:p>
        </w:tc>
      </w:tr>
      <w:tr w:rsidR="00B0293A" w:rsidRPr="00384815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38481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asciiTheme="minorHAnsi" w:hAnsiTheme="minorHAnsi"/>
                <w:sz w:val="22"/>
              </w:rPr>
              <w:t>Specification</w:t>
            </w:r>
            <w:r w:rsidRPr="0038481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8481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31E255C" w:rsidR="00B0293A" w:rsidRPr="00384815" w:rsidRDefault="0038481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0EB71810" w:rsidR="00B0293A" w:rsidRPr="00384815" w:rsidRDefault="00623F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19/09/2025</w:t>
            </w:r>
          </w:p>
        </w:tc>
      </w:tr>
      <w:tr w:rsidR="00B0293A" w:rsidRPr="0038481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47E77C3" w:rsidR="00B0293A" w:rsidRPr="00384815" w:rsidRDefault="00623F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3/10/2025</w:t>
            </w:r>
          </w:p>
        </w:tc>
      </w:tr>
      <w:tr w:rsidR="00B0293A" w:rsidRPr="0038481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3CC894F" w:rsidR="00B0293A" w:rsidRPr="00384815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13/10/2025</w:t>
            </w: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C3C2298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  <w:r w:rsidRPr="00384815">
              <w:rPr>
                <w:rFonts w:ascii="Calibri" w:hAnsi="Calibri"/>
                <w:szCs w:val="20"/>
              </w:rPr>
              <w:t xml:space="preserve"> </w:t>
            </w:r>
            <w:r w:rsidR="00623F8B">
              <w:rPr>
                <w:rFonts w:ascii="Calibri" w:hAnsi="Calibri"/>
                <w:szCs w:val="20"/>
              </w:rPr>
              <w:t>16/10/2025</w:t>
            </w:r>
          </w:p>
        </w:tc>
      </w:tr>
      <w:tr w:rsidR="00B0293A" w:rsidRPr="00384815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38481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Proposal</w:t>
            </w:r>
            <w:r w:rsidR="00B0293A" w:rsidRPr="0038481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4DB0C3F" w:rsidR="00B0293A" w:rsidRPr="00384815" w:rsidRDefault="00623F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20/10/2025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DA03891" w:rsidR="00B0293A" w:rsidRPr="00532E97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22/10/2025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6FAC4A9" w:rsidR="00B0293A" w:rsidRPr="00532E97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23/10/2025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5E14AB5" w:rsidR="00B0293A" w:rsidRPr="00532E97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6/11/2025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220BFCC" w:rsidR="00B0293A" w:rsidRPr="00532E97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7/11/2025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C62A818" w:rsidR="00B0293A" w:rsidRPr="00532E97" w:rsidRDefault="00623F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10/11/2025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5BA6D80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</w:t>
      </w:r>
      <w:r w:rsidR="007D527C">
        <w:rPr>
          <w:rFonts w:asciiTheme="minorHAnsi" w:hAnsiTheme="minorHAnsi"/>
          <w:sz w:val="22"/>
          <w:szCs w:val="22"/>
        </w:rPr>
        <w:t>he required construction work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9BD2" w14:textId="77777777" w:rsidR="00D02DAA" w:rsidRDefault="00D02DAA">
      <w:r>
        <w:separator/>
      </w:r>
    </w:p>
  </w:endnote>
  <w:endnote w:type="continuationSeparator" w:id="0">
    <w:p w14:paraId="5D4C8617" w14:textId="77777777" w:rsidR="00D02DAA" w:rsidRDefault="00D02DAA">
      <w:r>
        <w:continuationSeparator/>
      </w:r>
    </w:p>
  </w:endnote>
  <w:endnote w:type="continuationNotice" w:id="1">
    <w:p w14:paraId="182B00BB" w14:textId="77777777" w:rsidR="00D02DAA" w:rsidRDefault="00D02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83344C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23F8B">
      <w:rPr>
        <w:noProof/>
      </w:rPr>
      <w:t>2025-09-01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5684" w14:textId="77777777" w:rsidR="00D02DAA" w:rsidRDefault="00D02DAA">
      <w:r>
        <w:separator/>
      </w:r>
    </w:p>
  </w:footnote>
  <w:footnote w:type="continuationSeparator" w:id="0">
    <w:p w14:paraId="3165D170" w14:textId="77777777" w:rsidR="00D02DAA" w:rsidRDefault="00D02DAA">
      <w:r>
        <w:continuationSeparator/>
      </w:r>
    </w:p>
  </w:footnote>
  <w:footnote w:type="continuationNotice" w:id="1">
    <w:p w14:paraId="3A29920A" w14:textId="77777777" w:rsidR="00D02DAA" w:rsidRDefault="00D02D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375811">
    <w:abstractNumId w:val="1"/>
  </w:num>
  <w:num w:numId="2" w16cid:durableId="74936722">
    <w:abstractNumId w:val="10"/>
  </w:num>
  <w:num w:numId="3" w16cid:durableId="1401829605">
    <w:abstractNumId w:val="11"/>
  </w:num>
  <w:num w:numId="4" w16cid:durableId="985669622">
    <w:abstractNumId w:val="4"/>
  </w:num>
  <w:num w:numId="5" w16cid:durableId="1150903609">
    <w:abstractNumId w:val="3"/>
  </w:num>
  <w:num w:numId="6" w16cid:durableId="2060783846">
    <w:abstractNumId w:val="7"/>
  </w:num>
  <w:num w:numId="7" w16cid:durableId="2139764520">
    <w:abstractNumId w:val="5"/>
  </w:num>
  <w:num w:numId="8" w16cid:durableId="1891106890">
    <w:abstractNumId w:val="9"/>
  </w:num>
  <w:num w:numId="9" w16cid:durableId="724723689">
    <w:abstractNumId w:val="0"/>
  </w:num>
  <w:num w:numId="10" w16cid:durableId="2025787039">
    <w:abstractNumId w:val="8"/>
  </w:num>
  <w:num w:numId="11" w16cid:durableId="2121991523">
    <w:abstractNumId w:val="2"/>
  </w:num>
  <w:num w:numId="12" w16cid:durableId="69553969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3F8B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2DAA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2020-07-06T13:09:00Z</dcterms:created>
  <dcterms:modified xsi:type="dcterms:W3CDTF">2025-09-01T02:09:00Z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